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65C7EB6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40694">
        <w:rPr>
          <w:rFonts w:ascii="Corbel" w:hAnsi="Corbel"/>
          <w:i/>
          <w:smallCaps/>
          <w:sz w:val="24"/>
          <w:szCs w:val="24"/>
          <w:u w:val="single"/>
        </w:rPr>
        <w:t>2020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540694">
        <w:rPr>
          <w:rFonts w:ascii="Corbel" w:hAnsi="Corbel"/>
          <w:i/>
          <w:smallCaps/>
          <w:sz w:val="24"/>
          <w:szCs w:val="24"/>
          <w:u w:val="single"/>
        </w:rPr>
        <w:t>2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FAE22C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2020/2021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5DAC0643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2B791806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7711C92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51A471D6" w:rsidR="00C61DC5" w:rsidRPr="009C54AE" w:rsidRDefault="003D0C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CDF02" w:rsidR="00C61DC5" w:rsidRPr="009C54AE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5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537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31460280" w:rsidR="00C61DC5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D0C2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10F8E135" w14:textId="77777777" w:rsidR="001E1A2C" w:rsidRPr="00A0410C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24D47BB0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58B2156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36E47A62" w:rsidR="001E1A2C" w:rsidRPr="00E066F7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63314F1C" w14:textId="77777777" w:rsidR="001E1A2C" w:rsidRPr="00A0410C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42EC0A1A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19E3853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8408D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9655FC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857E6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780FED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8EA62" w14:textId="77777777" w:rsidR="00D72C19" w:rsidRDefault="00D72C19" w:rsidP="00C16ABF">
      <w:pPr>
        <w:spacing w:after="0" w:line="240" w:lineRule="auto"/>
      </w:pPr>
      <w:r>
        <w:separator/>
      </w:r>
    </w:p>
  </w:endnote>
  <w:endnote w:type="continuationSeparator" w:id="0">
    <w:p w14:paraId="37FEB5BA" w14:textId="77777777" w:rsidR="00D72C19" w:rsidRDefault="00D72C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C6107" w14:textId="77777777" w:rsidR="00D72C19" w:rsidRDefault="00D72C19" w:rsidP="00C16ABF">
      <w:pPr>
        <w:spacing w:after="0" w:line="240" w:lineRule="auto"/>
      </w:pPr>
      <w:r>
        <w:separator/>
      </w:r>
    </w:p>
  </w:footnote>
  <w:footnote w:type="continuationSeparator" w:id="0">
    <w:p w14:paraId="6BEA47F6" w14:textId="77777777" w:rsidR="00D72C19" w:rsidRDefault="00D72C19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06F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41FD3"/>
    <w:rsid w:val="006424F5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534A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36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780E"/>
    <w:rsid w:val="00DA2114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2DDC-C062-4188-961A-FE5030CA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1638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2020-10-13T09:10:00Z</cp:lastPrinted>
  <dcterms:created xsi:type="dcterms:W3CDTF">2019-11-20T17:11:00Z</dcterms:created>
  <dcterms:modified xsi:type="dcterms:W3CDTF">2021-01-14T12:07:00Z</dcterms:modified>
</cp:coreProperties>
</file>